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95369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95369">
        <w:rPr>
          <w:rFonts w:ascii="Corbel" w:hAnsi="Corbel"/>
          <w:bCs/>
          <w:i/>
          <w:sz w:val="24"/>
          <w:szCs w:val="24"/>
        </w:rPr>
        <w:t xml:space="preserve"> </w:t>
      </w:r>
      <w:r w:rsidRPr="0089536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598A8AA9" w14:textId="77777777" w:rsidR="0085747A" w:rsidRPr="00895369" w:rsidRDefault="0085747A" w:rsidP="00151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32BB68D9" w:rsidR="00DC6D0C" w:rsidRPr="00895369" w:rsidRDefault="0071620A" w:rsidP="0015159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95369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895369">
        <w:rPr>
          <w:rFonts w:ascii="Corbel" w:hAnsi="Corbel"/>
          <w:smallCaps/>
          <w:sz w:val="24"/>
          <w:szCs w:val="24"/>
        </w:rPr>
        <w:t>202</w:t>
      </w:r>
      <w:r w:rsidR="00300D4F">
        <w:rPr>
          <w:rFonts w:ascii="Corbel" w:hAnsi="Corbel"/>
          <w:smallCaps/>
          <w:sz w:val="24"/>
          <w:szCs w:val="24"/>
        </w:rPr>
        <w:t>1</w:t>
      </w:r>
      <w:r w:rsidR="006F26E3" w:rsidRPr="00895369">
        <w:rPr>
          <w:rFonts w:ascii="Corbel" w:hAnsi="Corbel"/>
          <w:smallCaps/>
          <w:sz w:val="24"/>
          <w:szCs w:val="24"/>
        </w:rPr>
        <w:t>-202</w:t>
      </w:r>
      <w:r w:rsidR="00300D4F">
        <w:rPr>
          <w:rFonts w:ascii="Corbel" w:hAnsi="Corbel"/>
          <w:smallCaps/>
          <w:sz w:val="24"/>
          <w:szCs w:val="24"/>
        </w:rPr>
        <w:t>3</w:t>
      </w:r>
      <w:r w:rsidR="006F26E3" w:rsidRPr="00895369">
        <w:rPr>
          <w:rFonts w:ascii="Corbel" w:hAnsi="Corbel"/>
          <w:smallCaps/>
          <w:sz w:val="24"/>
          <w:szCs w:val="24"/>
        </w:rPr>
        <w:t xml:space="preserve"> </w:t>
      </w:r>
    </w:p>
    <w:p w14:paraId="130E7FA8" w14:textId="6C5B7FD1" w:rsidR="00445970" w:rsidRPr="00895369" w:rsidRDefault="0015159E" w:rsidP="0015159E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95369">
        <w:rPr>
          <w:rFonts w:ascii="Corbel" w:hAnsi="Corbel"/>
          <w:sz w:val="20"/>
          <w:szCs w:val="20"/>
        </w:rPr>
        <w:t xml:space="preserve">Rok akademicki: </w:t>
      </w:r>
      <w:r w:rsidR="00014934" w:rsidRPr="00895369">
        <w:rPr>
          <w:rFonts w:ascii="Corbel" w:hAnsi="Corbel"/>
          <w:sz w:val="20"/>
          <w:szCs w:val="20"/>
        </w:rPr>
        <w:t>202</w:t>
      </w:r>
      <w:r w:rsidR="00300D4F">
        <w:rPr>
          <w:rFonts w:ascii="Corbel" w:hAnsi="Corbel"/>
          <w:sz w:val="20"/>
          <w:szCs w:val="20"/>
        </w:rPr>
        <w:t>1</w:t>
      </w:r>
      <w:r w:rsidR="00014934" w:rsidRPr="00895369">
        <w:rPr>
          <w:rFonts w:ascii="Corbel" w:hAnsi="Corbel"/>
          <w:sz w:val="20"/>
          <w:szCs w:val="20"/>
        </w:rPr>
        <w:t>/202</w:t>
      </w:r>
      <w:r w:rsidR="00300D4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proofErr w:type="spellStart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</w:t>
            </w:r>
            <w:proofErr w:type="spellEnd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14A8589" w:rsidR="0085747A" w:rsidRPr="00895369" w:rsidRDefault="00785637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895369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95369">
        <w:rPr>
          <w:rFonts w:ascii="Corbel" w:hAnsi="Corbel"/>
          <w:sz w:val="24"/>
          <w:szCs w:val="24"/>
        </w:rPr>
        <w:t>ECTS</w:t>
      </w:r>
      <w:proofErr w:type="spellEnd"/>
      <w:r w:rsidRPr="00895369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Wykł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Konw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Sem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Prakt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9536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FF4AF21" w:rsidR="00015B8F" w:rsidRPr="00895369" w:rsidRDefault="0078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5A932CB" w:rsidR="00015B8F" w:rsidRPr="00895369" w:rsidRDefault="0078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przedmiotu </w:t>
      </w:r>
      <w:r w:rsidRPr="00895369">
        <w:rPr>
          <w:rFonts w:ascii="Corbel" w:hAnsi="Corbel"/>
          <w:smallCaps w:val="0"/>
          <w:szCs w:val="24"/>
        </w:rPr>
        <w:t xml:space="preserve"> (z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>cele, efekty uczenia się</w:t>
      </w:r>
      <w:r w:rsidR="0085747A" w:rsidRPr="00895369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Analiza strategiczna jednostek terytorialnych – modyfikacje analizy strategicznej z wykorzystaniem procedury </w:t>
            </w:r>
            <w:proofErr w:type="spellStart"/>
            <w:r w:rsidRPr="00895369">
              <w:rPr>
                <w:rFonts w:ascii="Corbel" w:hAnsi="Corbel"/>
                <w:sz w:val="24"/>
                <w:szCs w:val="24"/>
              </w:rPr>
              <w:t>SWOT</w:t>
            </w:r>
            <w:proofErr w:type="spellEnd"/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9536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95369">
        <w:rPr>
          <w:rFonts w:ascii="Corbel" w:hAnsi="Corbel"/>
          <w:b/>
          <w:sz w:val="24"/>
          <w:szCs w:val="24"/>
        </w:rPr>
        <w:t xml:space="preserve">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294966DE" w:rsidR="0085747A" w:rsidRPr="00895369" w:rsidRDefault="00785637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3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3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0A424795" w:rsidR="00C61DC5" w:rsidRPr="00895369" w:rsidRDefault="00785637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9536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9536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9536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B5D915C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AE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28FC17D1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proofErr w:type="spellEnd"/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6C25B636" w:rsidR="008A646E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452641" w14:textId="77777777" w:rsidR="009264EB" w:rsidRPr="009264EB" w:rsidRDefault="000D3C58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694C3975" w:rsidR="008A646E" w:rsidRPr="009264EB" w:rsidRDefault="008D49DB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4EB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9264EB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2ACF2" w14:textId="77777777" w:rsidR="00AD070D" w:rsidRDefault="00AD070D" w:rsidP="00C16ABF">
      <w:pPr>
        <w:spacing w:after="0" w:line="240" w:lineRule="auto"/>
      </w:pPr>
      <w:r>
        <w:separator/>
      </w:r>
    </w:p>
  </w:endnote>
  <w:endnote w:type="continuationSeparator" w:id="0">
    <w:p w14:paraId="63FF76FF" w14:textId="77777777" w:rsidR="00AD070D" w:rsidRDefault="00AD07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EDB7F" w14:textId="77777777" w:rsidR="00AD070D" w:rsidRDefault="00AD070D" w:rsidP="00C16ABF">
      <w:pPr>
        <w:spacing w:after="0" w:line="240" w:lineRule="auto"/>
      </w:pPr>
      <w:r>
        <w:separator/>
      </w:r>
    </w:p>
  </w:footnote>
  <w:footnote w:type="continuationSeparator" w:id="0">
    <w:p w14:paraId="3255ADC7" w14:textId="77777777" w:rsidR="00AD070D" w:rsidRDefault="00AD070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F22BB2"/>
    <w:multiLevelType w:val="hybridMultilevel"/>
    <w:tmpl w:val="F4BC5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65E9A"/>
    <w:multiLevelType w:val="hybridMultilevel"/>
    <w:tmpl w:val="5E8CBF30"/>
    <w:lvl w:ilvl="0" w:tplc="FA72B4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CB1A34"/>
    <w:multiLevelType w:val="hybridMultilevel"/>
    <w:tmpl w:val="D43CB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61195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D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36BA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31D2"/>
    <w:rsid w:val="0061029B"/>
    <w:rsid w:val="00617230"/>
    <w:rsid w:val="00621CE1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63BF1"/>
    <w:rsid w:val="00766FD4"/>
    <w:rsid w:val="0078168C"/>
    <w:rsid w:val="00785637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264E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070D"/>
    <w:rsid w:val="00AD1146"/>
    <w:rsid w:val="00AD27D3"/>
    <w:rsid w:val="00AD66D6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1057C-6991-4B02-8210-7811C8B0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2020-12-14T00:16:00Z</dcterms:created>
  <dcterms:modified xsi:type="dcterms:W3CDTF">2021-09-06T07:30:00Z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